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33EB3" w14:textId="37831D34" w:rsidR="00B94694" w:rsidRPr="001919C7" w:rsidRDefault="00B94694" w:rsidP="00155339">
      <w:pPr>
        <w:pStyle w:val="Pealkiri"/>
      </w:pPr>
      <w:r w:rsidRPr="001919C7">
        <w:t>TÖÖVÕTU</w:t>
      </w:r>
      <w:r w:rsidR="00024C33" w:rsidRPr="001919C7">
        <w:t>LEPING</w:t>
      </w:r>
      <w:r w:rsidR="00CE0335" w:rsidRPr="001919C7">
        <w:t xml:space="preserve"> nr </w:t>
      </w:r>
      <w:r w:rsidR="006968A0">
        <w:t>1-18/2024/</w:t>
      </w:r>
      <w:r w:rsidR="00F43EE2">
        <w:t>214</w:t>
      </w:r>
    </w:p>
    <w:p w14:paraId="45391100" w14:textId="77777777" w:rsidR="00370EBA" w:rsidRPr="001919C7" w:rsidRDefault="00370EBA" w:rsidP="00155339">
      <w:pPr>
        <w:pStyle w:val="Pealkiri"/>
      </w:pPr>
    </w:p>
    <w:p w14:paraId="394DFAC7" w14:textId="2E443A27" w:rsidR="00DE11EC" w:rsidRPr="001919C7" w:rsidRDefault="00D53871" w:rsidP="00DE11EC">
      <w:pPr>
        <w:pStyle w:val="Normaallaadveeb"/>
        <w:jc w:val="right"/>
        <w:rPr>
          <w:rFonts w:eastAsia="Calibri"/>
          <w:lang w:val="fi-FI"/>
        </w:rPr>
      </w:pPr>
      <w:sdt>
        <w:sdtPr>
          <w:rPr>
            <w:rFonts w:eastAsia="Calibri"/>
            <w:lang w:val="fi-FI"/>
          </w:rPr>
          <w:id w:val="448594684"/>
          <w:placeholder>
            <w:docPart w:val="6DBAE7C0FA954CF399E2F3F80292A675"/>
          </w:placeholder>
          <w:date w:fullDate="2024-10-31T00:00:00Z">
            <w:dateFormat w:val="d.MM.yyyy"/>
            <w:lid w:val="et-EE"/>
            <w:storeMappedDataAs w:val="dateTime"/>
            <w:calendar w:val="gregorian"/>
          </w:date>
        </w:sdtPr>
        <w:sdtEndPr/>
        <w:sdtContent>
          <w:r>
            <w:rPr>
              <w:rFonts w:eastAsia="Calibri"/>
              <w:lang w:val="et-EE"/>
            </w:rPr>
            <w:t>31.10.2024</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w:t>
      </w:r>
      <w:proofErr w:type="spellStart"/>
      <w:r w:rsidRPr="001919C7">
        <w:rPr>
          <w:rFonts w:eastAsia="Calibri"/>
          <w:lang w:val="fi-FI"/>
        </w:rPr>
        <w:t>hiliseima</w:t>
      </w:r>
      <w:proofErr w:type="spellEnd"/>
      <w:r w:rsidRPr="001919C7">
        <w:rPr>
          <w:rFonts w:eastAsia="Calibri"/>
          <w:lang w:val="fi-FI"/>
        </w:rPr>
        <w:t xml:space="preserve"> </w:t>
      </w:r>
      <w:proofErr w:type="spellStart"/>
      <w:r w:rsidRPr="001919C7">
        <w:rPr>
          <w:rFonts w:eastAsia="Calibri"/>
          <w:lang w:val="fi-FI"/>
        </w:rPr>
        <w:t>digitaalallkirja</w:t>
      </w:r>
      <w:proofErr w:type="spellEnd"/>
      <w:r w:rsidRPr="001919C7">
        <w:rPr>
          <w:rFonts w:eastAsia="Calibri"/>
          <w:lang w:val="fi-FI"/>
        </w:rPr>
        <w:t xml:space="preserve"> </w:t>
      </w:r>
      <w:proofErr w:type="spellStart"/>
      <w:r w:rsidRPr="001919C7">
        <w:rPr>
          <w:rFonts w:eastAsia="Calibri"/>
          <w:lang w:val="fi-FI"/>
        </w:rPr>
        <w:t>kuupäev</w:t>
      </w:r>
      <w:proofErr w:type="spellEnd"/>
      <w:r w:rsidRPr="001919C7">
        <w:rPr>
          <w:rFonts w:eastAsia="Calibri"/>
          <w:lang w:val="fi-FI"/>
        </w:rPr>
        <w:t>)</w:t>
      </w:r>
      <w:r w:rsidRPr="001919C7">
        <w:rPr>
          <w:lang w:val="fi-FI"/>
        </w:rPr>
        <w:t xml:space="preserve"> </w:t>
      </w:r>
    </w:p>
    <w:p w14:paraId="62450E49" w14:textId="77777777" w:rsidR="00487EC6" w:rsidRPr="001919C7" w:rsidRDefault="00487EC6" w:rsidP="00487EC6">
      <w:pPr>
        <w:rPr>
          <w:spacing w:val="0"/>
        </w:rPr>
      </w:pPr>
    </w:p>
    <w:p w14:paraId="0E41E528" w14:textId="6F70AC94"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6968A0">
            <w:rPr>
              <w:spacing w:val="0"/>
            </w:rPr>
            <w:t>juhatuse esimehe</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fullDate="2024-01-16T00:00:00Z">
            <w:dateFormat w:val="d.MM.yyyy"/>
            <w:lid w:val="et-EE"/>
            <w:storeMappedDataAs w:val="dateTime"/>
            <w:calendar w:val="gregorian"/>
          </w:date>
        </w:sdtPr>
        <w:sdtEndPr/>
        <w:sdtContent>
          <w:r w:rsidR="006968A0">
            <w:rPr>
              <w:spacing w:val="0"/>
            </w:rPr>
            <w:t>16.01.2024</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6C42ED">
            <w:rPr>
              <w:spacing w:val="0"/>
            </w:rPr>
            <w:t>käskkirja</w:t>
          </w:r>
        </w:sdtContent>
      </w:sdt>
      <w:r w:rsidR="00DE11EC" w:rsidRPr="001919C7">
        <w:rPr>
          <w:spacing w:val="0"/>
        </w:rPr>
        <w:t xml:space="preserve"> nr </w:t>
      </w:r>
      <w:r w:rsidR="004B5E26">
        <w:rPr>
          <w:spacing w:val="0"/>
        </w:rPr>
        <w:t xml:space="preserve">1-5/7 </w:t>
      </w:r>
      <w:r w:rsidR="00DE11EC" w:rsidRPr="001919C7">
        <w:rPr>
          <w:spacing w:val="0"/>
        </w:rPr>
        <w:t xml:space="preserve">alusel </w:t>
      </w:r>
      <w:r w:rsidR="004B5E26">
        <w:rPr>
          <w:bCs/>
          <w:spacing w:val="0"/>
        </w:rPr>
        <w:t xml:space="preserve">Lääne – Eesti piirkonna juht </w:t>
      </w:r>
      <w:r w:rsidR="00DE11EC" w:rsidRPr="001919C7">
        <w:rPr>
          <w:rFonts w:eastAsia="Calibri"/>
          <w:spacing w:val="0"/>
        </w:rPr>
        <w:t xml:space="preserve"> </w:t>
      </w:r>
      <w:r w:rsidR="004B5E26">
        <w:rPr>
          <w:bCs/>
          <w:spacing w:val="0"/>
        </w:rPr>
        <w:t>Aili Kütti</w:t>
      </w:r>
      <w:r w:rsidR="00941ECA">
        <w:rPr>
          <w:bCs/>
          <w:spacing w:val="0"/>
        </w:rPr>
        <w:t xml:space="preserve">m </w:t>
      </w:r>
      <w:r w:rsidR="00DE11EC" w:rsidRPr="001919C7">
        <w:rPr>
          <w:spacing w:val="0"/>
        </w:rPr>
        <w:t>, ühelt poolt,</w:t>
      </w:r>
    </w:p>
    <w:p w14:paraId="1100F2D2" w14:textId="77777777" w:rsidR="00DE11EC" w:rsidRPr="001919C7" w:rsidRDefault="00DE11EC" w:rsidP="00155339">
      <w:pPr>
        <w:rPr>
          <w:spacing w:val="0"/>
        </w:rPr>
      </w:pPr>
    </w:p>
    <w:p w14:paraId="6C701A1C" w14:textId="4DC7C2BF" w:rsidR="00DE11EC" w:rsidRPr="001919C7" w:rsidRDefault="00DE11EC" w:rsidP="00DE11EC">
      <w:pPr>
        <w:jc w:val="both"/>
        <w:rPr>
          <w:rFonts w:eastAsia="Calibri"/>
          <w:spacing w:val="0"/>
        </w:rPr>
      </w:pPr>
      <w:r w:rsidRPr="001919C7">
        <w:rPr>
          <w:spacing w:val="0"/>
        </w:rPr>
        <w:t xml:space="preserve">ja </w:t>
      </w:r>
      <w:proofErr w:type="spellStart"/>
      <w:r w:rsidR="00AD1E23">
        <w:rPr>
          <w:spacing w:val="0"/>
        </w:rPr>
        <w:t>Aarem</w:t>
      </w:r>
      <w:proofErr w:type="spellEnd"/>
      <w:r w:rsidR="00AD1E23">
        <w:rPr>
          <w:spacing w:val="0"/>
        </w:rPr>
        <w:t xml:space="preserve"> Grupp OÜ </w:t>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00AD1E23">
            <w:rPr>
              <w:spacing w:val="0"/>
            </w:rPr>
            <w:t>põhikirja</w:t>
          </w:r>
        </w:sdtContent>
      </w:sdt>
      <w:r w:rsidRPr="001919C7">
        <w:rPr>
          <w:spacing w:val="0"/>
        </w:rPr>
        <w:t xml:space="preserve"> alusel </w:t>
      </w:r>
      <w:r w:rsidR="00A16032">
        <w:rPr>
          <w:spacing w:val="0"/>
        </w:rPr>
        <w:t xml:space="preserve">juhatuse liige </w:t>
      </w:r>
      <w:r w:rsidR="00F74F14">
        <w:rPr>
          <w:spacing w:val="0"/>
        </w:rPr>
        <w:t xml:space="preserve">Alvar </w:t>
      </w:r>
      <w:proofErr w:type="spellStart"/>
      <w:r w:rsidR="00F74F14">
        <w:rPr>
          <w:spacing w:val="0"/>
        </w:rPr>
        <w:t>Aedma</w:t>
      </w:r>
      <w:proofErr w:type="spellEnd"/>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1E16ED9" w:rsidR="00DD3F45" w:rsidRPr="001919C7" w:rsidRDefault="00DD3F45" w:rsidP="00DE11EC">
      <w:pPr>
        <w:jc w:val="both"/>
        <w:rPr>
          <w:spacing w:val="0"/>
        </w:rPr>
      </w:pPr>
      <w:r w:rsidRPr="001919C7">
        <w:rPr>
          <w:spacing w:val="0"/>
        </w:rPr>
        <w:t xml:space="preserve">ja </w:t>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4F5850F1"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riigihan</w:t>
      </w:r>
      <w:r w:rsidR="0069018A">
        <w:rPr>
          <w:spacing w:val="0"/>
        </w:rPr>
        <w:t>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69018A" w:rsidRPr="0069018A">
        <w:rPr>
          <w:b/>
          <w:bCs/>
          <w:spacing w:val="0"/>
        </w:rPr>
        <w:t>RMK Leemeti metsamaja sauna remonttööd ja Keila-Joa pargi sildade vahelise tee remonttööd</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841374">
        <w:rPr>
          <w:spacing w:val="0"/>
        </w:rPr>
        <w:t>3212</w:t>
      </w:r>
      <w:r w:rsidR="00A251B1" w:rsidRPr="001919C7">
        <w:rPr>
          <w:spacing w:val="0"/>
        </w:rPr>
        <w:t xml:space="preserve">, </w:t>
      </w:r>
      <w:r w:rsidR="001950D6" w:rsidRPr="001919C7">
        <w:rPr>
          <w:spacing w:val="0"/>
        </w:rPr>
        <w:t xml:space="preserve">viitenumber </w:t>
      </w:r>
      <w:r w:rsidR="00841374" w:rsidRPr="00841374">
        <w:rPr>
          <w:spacing w:val="0"/>
        </w:rPr>
        <w:t>285336</w:t>
      </w:r>
      <w:bookmarkEnd w:id="0"/>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1632CEA7" w:rsidR="007A2FCE" w:rsidRDefault="00B94694" w:rsidP="008627D6">
      <w:pPr>
        <w:pStyle w:val="Loendilik"/>
        <w:numPr>
          <w:ilvl w:val="1"/>
          <w:numId w:val="33"/>
        </w:numPr>
        <w:jc w:val="both"/>
        <w:rPr>
          <w:spacing w:val="0"/>
        </w:rPr>
      </w:pPr>
      <w:r w:rsidRPr="001919C7">
        <w:rPr>
          <w:spacing w:val="0"/>
        </w:rPr>
        <w:t>Lepingu</w:t>
      </w:r>
      <w:r w:rsidR="005160E2" w:rsidRPr="001919C7">
        <w:rPr>
          <w:spacing w:val="0"/>
        </w:rPr>
        <w:t xml:space="preserve"> objektiks on töövõtja poolt </w:t>
      </w:r>
      <w:r w:rsidR="001D46DA" w:rsidRPr="00533ACB">
        <w:rPr>
          <w:i/>
          <w:iCs/>
          <w:spacing w:val="0"/>
        </w:rPr>
        <w:t xml:space="preserve">Leemeti metsamaja sauna </w:t>
      </w:r>
      <w:r w:rsidR="00533ACB" w:rsidRPr="00533ACB">
        <w:rPr>
          <w:i/>
          <w:iCs/>
          <w:spacing w:val="0"/>
        </w:rPr>
        <w:t xml:space="preserve"> </w:t>
      </w:r>
      <w:r w:rsidR="00533ACB" w:rsidRPr="00533ACB">
        <w:rPr>
          <w:spacing w:val="0"/>
        </w:rPr>
        <w:t>remonttööd</w:t>
      </w:r>
      <w:r w:rsidR="00533ACB">
        <w:rPr>
          <w:spacing w:val="0"/>
        </w:rPr>
        <w:t>e</w:t>
      </w:r>
      <w:r w:rsidR="0016726C">
        <w:rPr>
          <w:spacing w:val="0"/>
        </w:rPr>
        <w:t xml:space="preserve"> teostamine </w:t>
      </w:r>
      <w:r w:rsidR="00124DF9" w:rsidRPr="00124DF9">
        <w:rPr>
          <w:spacing w:val="0"/>
        </w:rPr>
        <w:t>lepinguga kokkulepitud tingimustel ja korras</w:t>
      </w:r>
      <w:r w:rsidR="00FE57AF" w:rsidRPr="001919C7">
        <w:rPr>
          <w:spacing w:val="0"/>
        </w:rPr>
        <w:t xml:space="preserve">, </w:t>
      </w:r>
      <w:r w:rsidRPr="001919C7">
        <w:rPr>
          <w:spacing w:val="0"/>
        </w:rPr>
        <w:t xml:space="preserve">edaspidi </w:t>
      </w:r>
      <w:r w:rsidR="00BF5FC2" w:rsidRPr="001919C7">
        <w:rPr>
          <w:b/>
          <w:spacing w:val="0"/>
        </w:rPr>
        <w:t>t</w:t>
      </w:r>
      <w:r w:rsidRPr="001919C7">
        <w:rPr>
          <w:b/>
          <w:spacing w:val="0"/>
        </w:rPr>
        <w:t>öö</w:t>
      </w:r>
      <w:r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30F39814"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124DF9" w:rsidRPr="00124DF9">
        <w:rPr>
          <w:spacing w:val="0"/>
        </w:rPr>
        <w:t>RMK Leemeti metsamaja sauna remonttööd ja Keila-Joa pargi sildade vahelise tee remonttööd“ (DHS nr 1-47.3212, viitenumber 285336</w:t>
      </w:r>
      <w:r w:rsidR="00C25EE6">
        <w:rPr>
          <w:spacing w:val="0"/>
        </w:rPr>
        <w:t>) alusdokumendid ja töövõtja pakkumus</w:t>
      </w:r>
      <w:r w:rsidR="003809E4">
        <w:rPr>
          <w:spacing w:val="0"/>
        </w:rPr>
        <w:t xml:space="preserve"> vastavas hanke osas</w:t>
      </w:r>
      <w:r w:rsidR="00C25EE6">
        <w:rPr>
          <w:spacing w:val="0"/>
        </w:rPr>
        <w:t>.</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549130BC" w14:textId="1122EC65" w:rsidR="003B6C8F" w:rsidRPr="00873A56" w:rsidRDefault="00F10FFD" w:rsidP="00873A56">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lastRenderedPageBreak/>
        <w:t xml:space="preserve">Töövõtja alustab </w:t>
      </w:r>
      <w:r w:rsidR="005350C0" w:rsidRPr="002074C7">
        <w:rPr>
          <w:spacing w:val="0"/>
        </w:rPr>
        <w:t>tö</w:t>
      </w:r>
      <w:r w:rsidRPr="002074C7">
        <w:rPr>
          <w:spacing w:val="0"/>
        </w:rPr>
        <w:t>öde teostamist pärast lepingu sõlmimist.</w:t>
      </w:r>
    </w:p>
    <w:p w14:paraId="2FDDBA04" w14:textId="2684D8E5" w:rsidR="00543444" w:rsidRPr="002074C7" w:rsidRDefault="002074C7" w:rsidP="008627D6">
      <w:pPr>
        <w:pStyle w:val="Loendilik"/>
        <w:numPr>
          <w:ilvl w:val="1"/>
          <w:numId w:val="33"/>
        </w:numPr>
        <w:jc w:val="both"/>
        <w:rPr>
          <w:b/>
          <w:bCs/>
          <w:spacing w:val="0"/>
        </w:rPr>
      </w:pPr>
      <w:r w:rsidRPr="002074C7">
        <w:rPr>
          <w:spacing w:val="0"/>
        </w:rPr>
        <w:t>Tööde teostamise tähtaeg/periood  on</w:t>
      </w:r>
      <w:r w:rsidR="00873A56">
        <w:rPr>
          <w:spacing w:val="0"/>
        </w:rPr>
        <w:t xml:space="preserve"> 4 -17.11</w:t>
      </w:r>
      <w:r w:rsidRPr="002074C7">
        <w:rPr>
          <w:spacing w:val="0"/>
        </w:rPr>
        <w:t>.</w:t>
      </w:r>
      <w:r w:rsidR="002B56BF">
        <w:rPr>
          <w:spacing w:val="0"/>
        </w:rPr>
        <w:t>2024</w:t>
      </w:r>
    </w:p>
    <w:p w14:paraId="60E552AF" w14:textId="511382F4"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2B56BF">
        <w:rPr>
          <w:spacing w:val="0"/>
        </w:rPr>
        <w:t>30.11.2024</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861FE92"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 xml:space="preserve">tööde </w:t>
      </w:r>
      <w:proofErr w:type="spellStart"/>
      <w:r w:rsidR="009E4BBE" w:rsidRPr="001919C7">
        <w:rPr>
          <w:b/>
          <w:spacing w:val="0"/>
        </w:rPr>
        <w:t>üldmaksumus</w:t>
      </w:r>
      <w:proofErr w:type="spellEnd"/>
      <w:r w:rsidR="000B213D" w:rsidRPr="001919C7">
        <w:rPr>
          <w:spacing w:val="0"/>
        </w:rPr>
        <w:t>,</w:t>
      </w:r>
      <w:r w:rsidR="009E4BBE" w:rsidRPr="001919C7">
        <w:rPr>
          <w:spacing w:val="0"/>
        </w:rPr>
        <w:t xml:space="preserve"> </w:t>
      </w:r>
      <w:r w:rsidR="00AB2598">
        <w:rPr>
          <w:spacing w:val="0"/>
        </w:rPr>
        <w:t xml:space="preserve">13 579,00 </w:t>
      </w:r>
      <w:r w:rsidR="00AB2598" w:rsidRPr="001919C7">
        <w:rPr>
          <w:spacing w:val="0"/>
        </w:rPr>
        <w:t xml:space="preserve"> </w:t>
      </w:r>
      <w:r w:rsidR="000B213D" w:rsidRPr="001919C7">
        <w:rPr>
          <w:spacing w:val="0"/>
        </w:rPr>
        <w:t>(</w:t>
      </w:r>
      <w:r w:rsidR="00AB2598">
        <w:rPr>
          <w:spacing w:val="0"/>
        </w:rPr>
        <w:t>kolmteist tuhat</w:t>
      </w:r>
      <w:r w:rsidR="00281650">
        <w:rPr>
          <w:spacing w:val="0"/>
        </w:rPr>
        <w:t xml:space="preserve"> </w:t>
      </w:r>
      <w:r w:rsidR="006F1BE1">
        <w:rPr>
          <w:spacing w:val="0"/>
        </w:rPr>
        <w:t>viissada seitsekümmend üheksa</w:t>
      </w:r>
      <w:r w:rsidR="006B0023">
        <w:rPr>
          <w:spacing w:val="0"/>
        </w:rPr>
        <w:t>)</w:t>
      </w:r>
      <w:r w:rsidR="006B0023" w:rsidRPr="001919C7">
        <w:rPr>
          <w:spacing w:val="0"/>
        </w:rPr>
        <w:t xml:space="preserve"> </w:t>
      </w:r>
      <w:r w:rsidR="001E1A21" w:rsidRPr="001919C7">
        <w:rPr>
          <w:spacing w:val="0"/>
        </w:rPr>
        <w:t>eurot, millele lisandub käibemaks.</w:t>
      </w:r>
      <w:r w:rsidRPr="001919C7">
        <w:rPr>
          <w:spacing w:val="0"/>
        </w:rPr>
        <w:t xml:space="preserve"> Töö</w:t>
      </w:r>
      <w:r w:rsidR="009E4BBE" w:rsidRPr="001919C7">
        <w:rPr>
          <w:spacing w:val="0"/>
        </w:rPr>
        <w:t xml:space="preserve">de </w:t>
      </w:r>
      <w:proofErr w:type="spellStart"/>
      <w:r w:rsidR="009E4BBE" w:rsidRPr="001919C7">
        <w:rPr>
          <w:spacing w:val="0"/>
        </w:rPr>
        <w:t>üldmaksumus</w:t>
      </w:r>
      <w:proofErr w:type="spellEnd"/>
      <w:r w:rsidR="009E4BBE" w:rsidRPr="001919C7">
        <w:rPr>
          <w:spacing w:val="0"/>
        </w:rPr>
        <w:t xml:space="preserve">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1617CBCC" w:rsidR="002E19B4"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985A43">
        <w:rPr>
          <w:spacing w:val="0"/>
        </w:rPr>
        <w:t xml:space="preserve">1357,00 </w:t>
      </w:r>
      <w:r w:rsidR="000B213D" w:rsidRPr="001919C7">
        <w:rPr>
          <w:spacing w:val="0"/>
        </w:rPr>
        <w:t>(</w:t>
      </w:r>
      <w:r w:rsidR="00985A43">
        <w:rPr>
          <w:spacing w:val="0"/>
        </w:rPr>
        <w:t>üks tuhat kolmsada vii</w:t>
      </w:r>
      <w:r w:rsidR="00477AD4">
        <w:rPr>
          <w:spacing w:val="0"/>
        </w:rPr>
        <w:t xml:space="preserve">skümmend seitse) </w:t>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w:t>
      </w:r>
      <w:proofErr w:type="spellEnd"/>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w:t>
      </w:r>
      <w:r w:rsidR="0010269D" w:rsidRPr="001919C7">
        <w:rPr>
          <w:spacing w:val="0"/>
        </w:rPr>
        <w:lastRenderedPageBreak/>
        <w:t xml:space="preserve">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ohta täiendavat informatsiooni t</w:t>
      </w:r>
      <w:r w:rsidRPr="001919C7">
        <w:rPr>
          <w:spacing w:val="0"/>
        </w:rPr>
        <w:t xml:space="preserve">ellijalt saadud teatise vormil, millel tuleb näidata järgmised andmed: </w:t>
      </w:r>
      <w:r w:rsidRPr="001919C7">
        <w:rPr>
          <w:spacing w:val="0"/>
        </w:rPr>
        <w:lastRenderedPageBreak/>
        <w:t>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lastRenderedPageBreak/>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lastRenderedPageBreak/>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proofErr w:type="spellStart"/>
      <w:r w:rsidR="00580820" w:rsidRPr="001919C7">
        <w:rPr>
          <w:spacing w:val="0"/>
        </w:rPr>
        <w:t>viisteist</w:t>
      </w:r>
      <w:proofErr w:type="spellEnd"/>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proofErr w:type="spellStart"/>
      <w:r w:rsidR="00B91ADE" w:rsidRPr="001919C7">
        <w:rPr>
          <w:spacing w:val="0"/>
        </w:rPr>
        <w:t>viisteist</w:t>
      </w:r>
      <w:proofErr w:type="spellEnd"/>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w:t>
      </w:r>
      <w:proofErr w:type="spellStart"/>
      <w:r w:rsidR="00BA0CDE" w:rsidRPr="001919C7">
        <w:rPr>
          <w:spacing w:val="0"/>
        </w:rPr>
        <w:t>arveldaja</w:t>
      </w:r>
      <w:proofErr w:type="spellEnd"/>
      <w:r w:rsidR="00BA0CDE" w:rsidRPr="001919C7">
        <w:rPr>
          <w:spacing w:val="0"/>
        </w:rPr>
        <w:t>,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lastRenderedPageBreak/>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3BBE9D68"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28531A">
        <w:rPr>
          <w:spacing w:val="0"/>
        </w:rPr>
        <w:t>Lääne – Eesti piirkonna juht Aili Küttim</w:t>
      </w:r>
      <w:r w:rsidR="005A5F0E" w:rsidRPr="001919C7">
        <w:rPr>
          <w:spacing w:val="0"/>
        </w:rPr>
        <w:t xml:space="preserve"> tel</w:t>
      </w:r>
      <w:r w:rsidR="00D21B88" w:rsidRPr="001919C7">
        <w:rPr>
          <w:spacing w:val="0"/>
        </w:rPr>
        <w:t xml:space="preserve"> </w:t>
      </w:r>
      <w:r w:rsidR="0028531A">
        <w:rPr>
          <w:spacing w:val="0"/>
        </w:rPr>
        <w:t xml:space="preserve">5158921 </w:t>
      </w:r>
      <w:r w:rsidR="005A5F0E" w:rsidRPr="001919C7">
        <w:rPr>
          <w:spacing w:val="0"/>
        </w:rPr>
        <w:t>e-post</w:t>
      </w:r>
      <w:r w:rsidR="00990312">
        <w:rPr>
          <w:spacing w:val="0"/>
        </w:rPr>
        <w:t xml:space="preserve">  </w:t>
      </w:r>
      <w:r w:rsidR="0028531A">
        <w:rPr>
          <w:spacing w:val="0"/>
        </w:rPr>
        <w:t>aili.kuttim@rmk.ee</w:t>
      </w:r>
      <w:r w:rsidR="00D21B88" w:rsidRPr="001919C7">
        <w:rPr>
          <w:spacing w:val="0"/>
        </w:rPr>
        <w:t>;</w:t>
      </w:r>
    </w:p>
    <w:p w14:paraId="036DDA67" w14:textId="084E2622"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0028531A">
        <w:rPr>
          <w:spacing w:val="0"/>
        </w:rPr>
        <w:t xml:space="preserve">piirkonna juht Aili Küttim </w:t>
      </w:r>
      <w:r w:rsidR="005A5F0E" w:rsidRPr="001919C7">
        <w:rPr>
          <w:spacing w:val="0"/>
        </w:rPr>
        <w:t xml:space="preserve"> tel</w:t>
      </w:r>
      <w:r w:rsidR="002E2CD0" w:rsidRPr="001919C7">
        <w:rPr>
          <w:spacing w:val="0"/>
        </w:rPr>
        <w:t xml:space="preserve"> </w:t>
      </w:r>
      <w:r w:rsidR="0028531A">
        <w:rPr>
          <w:spacing w:val="0"/>
        </w:rPr>
        <w:t xml:space="preserve">5158921 </w:t>
      </w:r>
      <w:r w:rsidR="005A5F0E" w:rsidRPr="001919C7">
        <w:rPr>
          <w:spacing w:val="0"/>
        </w:rPr>
        <w:t>e-post</w:t>
      </w:r>
      <w:r w:rsidR="0028531A">
        <w:rPr>
          <w:spacing w:val="0"/>
        </w:rPr>
        <w:t xml:space="preserve"> aili.kuttim@rmk.ee</w:t>
      </w:r>
      <w:r w:rsidR="00D21B88" w:rsidRPr="001919C7">
        <w:rPr>
          <w:spacing w:val="0"/>
        </w:rPr>
        <w:t>;</w:t>
      </w:r>
    </w:p>
    <w:p w14:paraId="28605904" w14:textId="4888AA8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28531A">
        <w:rPr>
          <w:spacing w:val="0"/>
        </w:rPr>
        <w:t>tellija.</w:t>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67BE9C85"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20250D">
        <w:rPr>
          <w:spacing w:val="0"/>
        </w:rPr>
        <w:t xml:space="preserve">juhatuse liige Alvar </w:t>
      </w:r>
      <w:proofErr w:type="spellStart"/>
      <w:r w:rsidR="0020250D">
        <w:rPr>
          <w:spacing w:val="0"/>
        </w:rPr>
        <w:t>Aedma</w:t>
      </w:r>
      <w:proofErr w:type="spellEnd"/>
      <w:r w:rsidR="0020250D">
        <w:rPr>
          <w:spacing w:val="0"/>
        </w:rPr>
        <w:t xml:space="preserve"> </w:t>
      </w:r>
      <w:r w:rsidR="005A5F0E" w:rsidRPr="001919C7">
        <w:rPr>
          <w:spacing w:val="0"/>
        </w:rPr>
        <w:t xml:space="preserve"> tel</w:t>
      </w:r>
      <w:r w:rsidR="002E2CD0" w:rsidRPr="001919C7">
        <w:rPr>
          <w:spacing w:val="0"/>
        </w:rPr>
        <w:t xml:space="preserve"> </w:t>
      </w:r>
      <w:r w:rsidR="0020250D">
        <w:rPr>
          <w:spacing w:val="0"/>
        </w:rPr>
        <w:t>52</w:t>
      </w:r>
      <w:r w:rsidR="00A655AB">
        <w:rPr>
          <w:spacing w:val="0"/>
        </w:rPr>
        <w:t xml:space="preserve"> </w:t>
      </w:r>
      <w:r w:rsidR="0020250D">
        <w:rPr>
          <w:spacing w:val="0"/>
        </w:rPr>
        <w:t>74213</w:t>
      </w:r>
      <w:r w:rsidR="00A655AB">
        <w:rPr>
          <w:spacing w:val="0"/>
        </w:rPr>
        <w:t xml:space="preserve">  e-</w:t>
      </w:r>
      <w:r w:rsidR="005A5F0E" w:rsidRPr="001919C7">
        <w:rPr>
          <w:spacing w:val="0"/>
        </w:rPr>
        <w:t>post</w:t>
      </w:r>
      <w:r w:rsidR="00BF55B6">
        <w:rPr>
          <w:spacing w:val="0"/>
        </w:rPr>
        <w:t xml:space="preserve"> </w:t>
      </w:r>
      <w:r w:rsidR="00B8094F">
        <w:rPr>
          <w:spacing w:val="0"/>
        </w:rPr>
        <w:t xml:space="preserve"> info@aaremgrupp.ee</w:t>
      </w:r>
      <w:r w:rsidR="002E2CD0" w:rsidRPr="001919C7">
        <w:rPr>
          <w:spacing w:val="0"/>
        </w:rPr>
        <w:t>;</w:t>
      </w:r>
    </w:p>
    <w:p w14:paraId="4C860739" w14:textId="41429121"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B8094F">
        <w:rPr>
          <w:spacing w:val="0"/>
        </w:rPr>
        <w:t xml:space="preserve">projekti juht Rainer Põllu </w:t>
      </w:r>
      <w:r w:rsidR="005A5F0E" w:rsidRPr="001919C7">
        <w:rPr>
          <w:spacing w:val="0"/>
        </w:rPr>
        <w:t xml:space="preserve"> tel</w:t>
      </w:r>
      <w:r w:rsidR="002E2CD0" w:rsidRPr="001919C7">
        <w:rPr>
          <w:spacing w:val="0"/>
        </w:rPr>
        <w:t xml:space="preserve"> </w:t>
      </w:r>
      <w:r w:rsidR="00DC0E88">
        <w:rPr>
          <w:spacing w:val="0"/>
        </w:rPr>
        <w:t xml:space="preserve">56 229221 </w:t>
      </w:r>
      <w:hyperlink r:id="rId8" w:history="1">
        <w:r w:rsidR="00DC0E88" w:rsidRPr="006C5FB6">
          <w:rPr>
            <w:rStyle w:val="Hperlink"/>
            <w:spacing w:val="0"/>
          </w:rPr>
          <w:t>e-post info@aaremgrupp.ee</w:t>
        </w:r>
      </w:hyperlink>
      <w:r w:rsidR="00DC0E88">
        <w:rPr>
          <w:spacing w:val="0"/>
        </w:rPr>
        <w:t xml:space="preserve"> </w:t>
      </w:r>
      <w:r w:rsidR="0045429A" w:rsidRPr="001919C7">
        <w:rPr>
          <w:spacing w:val="0"/>
        </w:rPr>
        <w:t>;</w:t>
      </w:r>
    </w:p>
    <w:p w14:paraId="6225F507" w14:textId="7879E870"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 xml:space="preserve">pädev </w:t>
      </w:r>
      <w:proofErr w:type="spellStart"/>
      <w:r w:rsidR="00A32BFA" w:rsidRPr="001919C7">
        <w:rPr>
          <w:spacing w:val="0"/>
        </w:rPr>
        <w:t>isik</w:t>
      </w:r>
      <w:r w:rsidR="0045429A" w:rsidRPr="001919C7">
        <w:rPr>
          <w:spacing w:val="0"/>
        </w:rPr>
        <w:t>:</w:t>
      </w:r>
      <w:r w:rsidR="005D5E7E">
        <w:rPr>
          <w:spacing w:val="0"/>
        </w:rPr>
        <w:t>kutsetunnistus</w:t>
      </w:r>
      <w:proofErr w:type="spellEnd"/>
      <w:r w:rsidR="005D5E7E">
        <w:rPr>
          <w:spacing w:val="0"/>
        </w:rPr>
        <w:t xml:space="preserve"> </w:t>
      </w:r>
      <w:r w:rsidR="00AE0AED">
        <w:rPr>
          <w:spacing w:val="0"/>
        </w:rPr>
        <w:t>201389</w:t>
      </w:r>
      <w:r w:rsidR="00882874" w:rsidRPr="001919C7">
        <w:rPr>
          <w:spacing w:val="0"/>
        </w:rPr>
        <w:t xml:space="preserve">, </w:t>
      </w:r>
      <w:r w:rsidR="005D5E7E">
        <w:rPr>
          <w:spacing w:val="0"/>
        </w:rPr>
        <w:t>ehituse juht</w:t>
      </w:r>
      <w:r w:rsidR="002E2CD0" w:rsidRPr="001919C7">
        <w:rPr>
          <w:spacing w:val="0"/>
        </w:rPr>
        <w:t xml:space="preserve"> </w:t>
      </w:r>
      <w:r w:rsidR="001A2E56">
        <w:rPr>
          <w:spacing w:val="0"/>
        </w:rPr>
        <w:t xml:space="preserve">Heigo </w:t>
      </w:r>
      <w:r w:rsidR="004B4C9D">
        <w:rPr>
          <w:spacing w:val="0"/>
        </w:rPr>
        <w:t>Laaneoks</w:t>
      </w:r>
      <w:r w:rsidR="005A5F0E" w:rsidRPr="001919C7">
        <w:rPr>
          <w:spacing w:val="0"/>
        </w:rPr>
        <w:t xml:space="preserve"> tel</w:t>
      </w:r>
      <w:r w:rsidR="002E2CD0" w:rsidRPr="001919C7">
        <w:rPr>
          <w:spacing w:val="0"/>
        </w:rPr>
        <w:t xml:space="preserve"> </w:t>
      </w:r>
      <w:r w:rsidR="004B4C9D">
        <w:rPr>
          <w:spacing w:val="0"/>
        </w:rPr>
        <w:t xml:space="preserve">521 7626 </w:t>
      </w:r>
      <w:r w:rsidR="005A5F0E" w:rsidRPr="001919C7">
        <w:rPr>
          <w:spacing w:val="0"/>
        </w:rPr>
        <w:t>e-post</w:t>
      </w:r>
      <w:r w:rsidR="002E2CD0" w:rsidRPr="001919C7">
        <w:rPr>
          <w:spacing w:val="0"/>
        </w:rPr>
        <w:t xml:space="preserve"> </w:t>
      </w:r>
      <w:hyperlink r:id="rId9" w:history="1">
        <w:r w:rsidR="004B4C9D" w:rsidRPr="006C5FB6">
          <w:rPr>
            <w:rStyle w:val="Hperlink"/>
            <w:spacing w:val="0"/>
          </w:rPr>
          <w:t>heigo.laaneoks@gmail.com</w:t>
        </w:r>
      </w:hyperlink>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 xml:space="preserve">E-kirja teel edastatud teated peetakse </w:t>
      </w:r>
      <w:proofErr w:type="spellStart"/>
      <w:r w:rsidRPr="001919C7">
        <w:rPr>
          <w:spacing w:val="0"/>
        </w:rPr>
        <w:t>kättesaaduks</w:t>
      </w:r>
      <w:proofErr w:type="spellEnd"/>
      <w:r w:rsidRPr="001919C7">
        <w:rPr>
          <w:spacing w:val="0"/>
        </w:rPr>
        <w:t xml:space="preserve">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 xml:space="preserve">Kui töö tegemise käigus selgub, et seda ei tehta nõuetekohaselt, on tellijal õigus määrata töövõtjale tähtaeg puuduste kõrvaldamiseks, selle mittetäitmisel aga kas lepingust </w:t>
      </w:r>
      <w:r w:rsidRPr="001919C7">
        <w:rPr>
          <w:spacing w:val="0"/>
        </w:rPr>
        <w:lastRenderedPageBreak/>
        <w:t>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35"/>
        <w:gridCol w:w="4467"/>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proofErr w:type="spellStart"/>
            <w:r w:rsidR="0046327F" w:rsidRPr="001919C7">
              <w:rPr>
                <w:spacing w:val="0"/>
              </w:rPr>
              <w:t>Sagadi</w:t>
            </w:r>
            <w:proofErr w:type="spellEnd"/>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5A9F08BE" w:rsidR="00310542" w:rsidRPr="001919C7" w:rsidRDefault="008543EC" w:rsidP="00155339">
            <w:pPr>
              <w:tabs>
                <w:tab w:val="left" w:pos="4320"/>
              </w:tabs>
              <w:jc w:val="both"/>
              <w:rPr>
                <w:spacing w:val="0"/>
              </w:rPr>
            </w:pPr>
            <w:proofErr w:type="spellStart"/>
            <w:r>
              <w:rPr>
                <w:spacing w:val="0"/>
              </w:rPr>
              <w:t>Aarem</w:t>
            </w:r>
            <w:proofErr w:type="spellEnd"/>
            <w:r>
              <w:rPr>
                <w:spacing w:val="0"/>
              </w:rPr>
              <w:t xml:space="preserve"> G</w:t>
            </w:r>
            <w:r w:rsidR="008122E9">
              <w:rPr>
                <w:spacing w:val="0"/>
              </w:rPr>
              <w:t>rupp OÜ</w:t>
            </w:r>
          </w:p>
          <w:p w14:paraId="11D5E8DA" w14:textId="6580F8CD" w:rsidR="00310542" w:rsidRPr="001919C7" w:rsidRDefault="00310542" w:rsidP="00155339">
            <w:pPr>
              <w:tabs>
                <w:tab w:val="left" w:pos="4320"/>
              </w:tabs>
              <w:jc w:val="both"/>
              <w:rPr>
                <w:spacing w:val="0"/>
              </w:rPr>
            </w:pPr>
            <w:r w:rsidRPr="001919C7">
              <w:rPr>
                <w:spacing w:val="0"/>
              </w:rPr>
              <w:t xml:space="preserve">Registrikood </w:t>
            </w:r>
            <w:r w:rsidR="006D3BB9">
              <w:rPr>
                <w:spacing w:val="0"/>
              </w:rPr>
              <w:t>11525697</w:t>
            </w:r>
          </w:p>
          <w:p w14:paraId="5652AE76" w14:textId="06739D91" w:rsidR="00310542" w:rsidRPr="001919C7" w:rsidRDefault="00D4411B" w:rsidP="00155339">
            <w:pPr>
              <w:tabs>
                <w:tab w:val="left" w:pos="4320"/>
              </w:tabs>
              <w:jc w:val="both"/>
              <w:rPr>
                <w:spacing w:val="0"/>
              </w:rPr>
            </w:pPr>
            <w:r>
              <w:rPr>
                <w:spacing w:val="0"/>
              </w:rPr>
              <w:t xml:space="preserve">Pikk  tn 36 Türi vald </w:t>
            </w:r>
            <w:r w:rsidR="00E51A06">
              <w:rPr>
                <w:spacing w:val="0"/>
              </w:rPr>
              <w:t>72212</w:t>
            </w:r>
          </w:p>
          <w:p w14:paraId="3CFBD8B5" w14:textId="5DF19538" w:rsidR="00310542" w:rsidRPr="001919C7" w:rsidRDefault="00BE2D03" w:rsidP="00155339">
            <w:pPr>
              <w:tabs>
                <w:tab w:val="left" w:pos="4320"/>
              </w:tabs>
              <w:jc w:val="both"/>
              <w:rPr>
                <w:spacing w:val="0"/>
              </w:rPr>
            </w:pPr>
            <w:r w:rsidRPr="001919C7">
              <w:rPr>
                <w:spacing w:val="0"/>
              </w:rPr>
              <w:t xml:space="preserve">Tel </w:t>
            </w:r>
            <w:r w:rsidR="00E51A06">
              <w:rPr>
                <w:spacing w:val="0"/>
              </w:rPr>
              <w:t>5274213</w:t>
            </w:r>
          </w:p>
          <w:p w14:paraId="24B56A8D" w14:textId="239181B1" w:rsidR="00561311" w:rsidRPr="001919C7" w:rsidRDefault="005A5F0E" w:rsidP="005A5F0E">
            <w:pPr>
              <w:tabs>
                <w:tab w:val="left" w:pos="4320"/>
              </w:tabs>
              <w:jc w:val="both"/>
              <w:rPr>
                <w:iCs/>
                <w:spacing w:val="0"/>
              </w:rPr>
            </w:pPr>
            <w:r w:rsidRPr="001919C7">
              <w:rPr>
                <w:iCs/>
                <w:spacing w:val="0"/>
              </w:rPr>
              <w:t xml:space="preserve">E-post </w:t>
            </w:r>
            <w:r w:rsidR="00E51A06">
              <w:rPr>
                <w:spacing w:val="0"/>
              </w:rPr>
              <w:t>info@aaremgrupp</w:t>
            </w:r>
            <w:r w:rsidR="001A2E56">
              <w:rPr>
                <w:spacing w:val="0"/>
              </w:rPr>
              <w:t>.ee</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509D9B3F" w:rsidR="00487EC6" w:rsidRPr="001919C7" w:rsidRDefault="00D53871"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8543EC">
                  <w:rPr>
                    <w:spacing w:val="0"/>
                  </w:rPr>
                  <w:t>(allkirjastatud digitaalselt)</w:t>
                </w:r>
              </w:sdtContent>
            </w:sdt>
          </w:p>
        </w:tc>
        <w:tc>
          <w:tcPr>
            <w:tcW w:w="4606" w:type="dxa"/>
          </w:tcPr>
          <w:p w14:paraId="691B1F1B" w14:textId="65C88607" w:rsidR="00487EC6" w:rsidRPr="001919C7" w:rsidRDefault="00D53871"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1A2E56">
                  <w:rPr>
                    <w:iCs/>
                    <w:spacing w:val="0"/>
                  </w:rPr>
                  <w:t>(allkirjastatud digitaalselt)</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05900B27" w:rsidR="00487EC6" w:rsidRPr="001919C7" w:rsidRDefault="008543EC" w:rsidP="00495612">
            <w:pPr>
              <w:tabs>
                <w:tab w:val="left" w:pos="4320"/>
              </w:tabs>
              <w:jc w:val="both"/>
              <w:rPr>
                <w:spacing w:val="0"/>
              </w:rPr>
            </w:pPr>
            <w:r>
              <w:rPr>
                <w:spacing w:val="0"/>
              </w:rPr>
              <w:t>Aili Küttim</w:t>
            </w:r>
          </w:p>
        </w:tc>
        <w:tc>
          <w:tcPr>
            <w:tcW w:w="4606" w:type="dxa"/>
          </w:tcPr>
          <w:p w14:paraId="5B4A5B79" w14:textId="525C4867" w:rsidR="00487EC6" w:rsidRPr="001919C7" w:rsidRDefault="001A2E56" w:rsidP="00495612">
            <w:pPr>
              <w:tabs>
                <w:tab w:val="left" w:pos="4320"/>
              </w:tabs>
              <w:jc w:val="both"/>
              <w:rPr>
                <w:spacing w:val="0"/>
              </w:rPr>
            </w:pPr>
            <w:r>
              <w:rPr>
                <w:spacing w:val="0"/>
              </w:rPr>
              <w:t xml:space="preserve">Alvar </w:t>
            </w:r>
            <w:proofErr w:type="spellStart"/>
            <w:r>
              <w:rPr>
                <w:spacing w:val="0"/>
              </w:rPr>
              <w:t>Aedma</w:t>
            </w:r>
            <w:proofErr w:type="spellEnd"/>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7E1B5" w14:textId="77777777" w:rsidR="00A26CD8" w:rsidRDefault="00A26CD8">
      <w:r>
        <w:separator/>
      </w:r>
    </w:p>
  </w:endnote>
  <w:endnote w:type="continuationSeparator" w:id="0">
    <w:p w14:paraId="77DE39A9" w14:textId="77777777" w:rsidR="00A26CD8" w:rsidRDefault="00A26CD8">
      <w:r>
        <w:continuationSeparator/>
      </w:r>
    </w:p>
  </w:endnote>
  <w:endnote w:type="continuationNotice" w:id="1">
    <w:p w14:paraId="5E647692" w14:textId="77777777" w:rsidR="00A26CD8" w:rsidRDefault="00A26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4EB64" w14:textId="77777777" w:rsidR="00A26CD8" w:rsidRDefault="00A26CD8">
      <w:r>
        <w:separator/>
      </w:r>
    </w:p>
  </w:footnote>
  <w:footnote w:type="continuationSeparator" w:id="0">
    <w:p w14:paraId="4FE7E7D7" w14:textId="77777777" w:rsidR="00A26CD8" w:rsidRDefault="00A26CD8">
      <w:r>
        <w:continuationSeparator/>
      </w:r>
    </w:p>
  </w:footnote>
  <w:footnote w:type="continuationNotice" w:id="1">
    <w:p w14:paraId="78C689C9" w14:textId="77777777" w:rsidR="00A26CD8" w:rsidRDefault="00A26C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44E6"/>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1D00"/>
    <w:rsid w:val="000B213D"/>
    <w:rsid w:val="000B31BC"/>
    <w:rsid w:val="000C10F1"/>
    <w:rsid w:val="000D2592"/>
    <w:rsid w:val="000E0945"/>
    <w:rsid w:val="000E56FF"/>
    <w:rsid w:val="001023BF"/>
    <w:rsid w:val="0010269D"/>
    <w:rsid w:val="00107404"/>
    <w:rsid w:val="00110912"/>
    <w:rsid w:val="00111526"/>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96E49"/>
    <w:rsid w:val="001A2E56"/>
    <w:rsid w:val="001A318D"/>
    <w:rsid w:val="001A375B"/>
    <w:rsid w:val="001A7DC6"/>
    <w:rsid w:val="001B0707"/>
    <w:rsid w:val="001B0DD7"/>
    <w:rsid w:val="001B3B92"/>
    <w:rsid w:val="001D46DA"/>
    <w:rsid w:val="001D7643"/>
    <w:rsid w:val="001E0346"/>
    <w:rsid w:val="001E1A21"/>
    <w:rsid w:val="001E45E2"/>
    <w:rsid w:val="001E4FAC"/>
    <w:rsid w:val="001F0B98"/>
    <w:rsid w:val="001F116C"/>
    <w:rsid w:val="001F694C"/>
    <w:rsid w:val="0020250D"/>
    <w:rsid w:val="002074C7"/>
    <w:rsid w:val="0020776E"/>
    <w:rsid w:val="002171BB"/>
    <w:rsid w:val="00226FE0"/>
    <w:rsid w:val="00240493"/>
    <w:rsid w:val="00243153"/>
    <w:rsid w:val="00250D49"/>
    <w:rsid w:val="00252553"/>
    <w:rsid w:val="00263586"/>
    <w:rsid w:val="00266BC5"/>
    <w:rsid w:val="002727E6"/>
    <w:rsid w:val="00273BFA"/>
    <w:rsid w:val="00281650"/>
    <w:rsid w:val="002820BC"/>
    <w:rsid w:val="002832E7"/>
    <w:rsid w:val="0028531A"/>
    <w:rsid w:val="002857EB"/>
    <w:rsid w:val="002A3155"/>
    <w:rsid w:val="002A3368"/>
    <w:rsid w:val="002B1AE8"/>
    <w:rsid w:val="002B4335"/>
    <w:rsid w:val="002B5483"/>
    <w:rsid w:val="002B56BF"/>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639E3"/>
    <w:rsid w:val="00465D02"/>
    <w:rsid w:val="00470DE8"/>
    <w:rsid w:val="00476F34"/>
    <w:rsid w:val="00477AD4"/>
    <w:rsid w:val="00477BE3"/>
    <w:rsid w:val="004812F1"/>
    <w:rsid w:val="00482E63"/>
    <w:rsid w:val="00487EC6"/>
    <w:rsid w:val="00493647"/>
    <w:rsid w:val="004953A8"/>
    <w:rsid w:val="00495612"/>
    <w:rsid w:val="004A4BF3"/>
    <w:rsid w:val="004A7A4E"/>
    <w:rsid w:val="004B4C9D"/>
    <w:rsid w:val="004B5E26"/>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17B"/>
    <w:rsid w:val="00565D2D"/>
    <w:rsid w:val="005674A0"/>
    <w:rsid w:val="00571910"/>
    <w:rsid w:val="00580820"/>
    <w:rsid w:val="00581B92"/>
    <w:rsid w:val="00584E25"/>
    <w:rsid w:val="00587ED9"/>
    <w:rsid w:val="00595738"/>
    <w:rsid w:val="00597C4F"/>
    <w:rsid w:val="005A0D14"/>
    <w:rsid w:val="005A3A33"/>
    <w:rsid w:val="005A4444"/>
    <w:rsid w:val="005A5F0E"/>
    <w:rsid w:val="005A7A5F"/>
    <w:rsid w:val="005B0C35"/>
    <w:rsid w:val="005B2378"/>
    <w:rsid w:val="005B6CCC"/>
    <w:rsid w:val="005B7BA9"/>
    <w:rsid w:val="005C0D61"/>
    <w:rsid w:val="005C164A"/>
    <w:rsid w:val="005D1D8A"/>
    <w:rsid w:val="005D4A5A"/>
    <w:rsid w:val="005D5E7E"/>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09DD"/>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968A0"/>
    <w:rsid w:val="006A2F14"/>
    <w:rsid w:val="006B0023"/>
    <w:rsid w:val="006B71CE"/>
    <w:rsid w:val="006C42ED"/>
    <w:rsid w:val="006D2CFA"/>
    <w:rsid w:val="006D2FD4"/>
    <w:rsid w:val="006D3BB9"/>
    <w:rsid w:val="006D5CD2"/>
    <w:rsid w:val="006D6E2C"/>
    <w:rsid w:val="006E25A9"/>
    <w:rsid w:val="006E493A"/>
    <w:rsid w:val="006F1BE1"/>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22E9"/>
    <w:rsid w:val="008145C3"/>
    <w:rsid w:val="00817E41"/>
    <w:rsid w:val="008235A5"/>
    <w:rsid w:val="00825885"/>
    <w:rsid w:val="008319DC"/>
    <w:rsid w:val="0084056F"/>
    <w:rsid w:val="00841374"/>
    <w:rsid w:val="0084606E"/>
    <w:rsid w:val="00846115"/>
    <w:rsid w:val="008518B9"/>
    <w:rsid w:val="008522D5"/>
    <w:rsid w:val="00852AE5"/>
    <w:rsid w:val="008543EC"/>
    <w:rsid w:val="00855849"/>
    <w:rsid w:val="0085684B"/>
    <w:rsid w:val="0085737D"/>
    <w:rsid w:val="008627D6"/>
    <w:rsid w:val="00862E8E"/>
    <w:rsid w:val="00865FC7"/>
    <w:rsid w:val="00873A56"/>
    <w:rsid w:val="00877A32"/>
    <w:rsid w:val="008816FB"/>
    <w:rsid w:val="00881DC0"/>
    <w:rsid w:val="00882874"/>
    <w:rsid w:val="008A06E7"/>
    <w:rsid w:val="008A3075"/>
    <w:rsid w:val="008A7C79"/>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1ECA"/>
    <w:rsid w:val="00945547"/>
    <w:rsid w:val="00947C4C"/>
    <w:rsid w:val="0095086A"/>
    <w:rsid w:val="00954F57"/>
    <w:rsid w:val="009603AB"/>
    <w:rsid w:val="009620E2"/>
    <w:rsid w:val="00964A6F"/>
    <w:rsid w:val="0096622A"/>
    <w:rsid w:val="0096739E"/>
    <w:rsid w:val="009735BF"/>
    <w:rsid w:val="009745E2"/>
    <w:rsid w:val="0098116A"/>
    <w:rsid w:val="0098194E"/>
    <w:rsid w:val="00985A43"/>
    <w:rsid w:val="00990312"/>
    <w:rsid w:val="0099427C"/>
    <w:rsid w:val="009B0AFE"/>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16032"/>
    <w:rsid w:val="00A224D7"/>
    <w:rsid w:val="00A24BB4"/>
    <w:rsid w:val="00A251B1"/>
    <w:rsid w:val="00A26CD8"/>
    <w:rsid w:val="00A32BFA"/>
    <w:rsid w:val="00A40C55"/>
    <w:rsid w:val="00A4356D"/>
    <w:rsid w:val="00A43CB6"/>
    <w:rsid w:val="00A47968"/>
    <w:rsid w:val="00A5157A"/>
    <w:rsid w:val="00A53A0D"/>
    <w:rsid w:val="00A55076"/>
    <w:rsid w:val="00A567EE"/>
    <w:rsid w:val="00A655AB"/>
    <w:rsid w:val="00A65FBE"/>
    <w:rsid w:val="00A74D30"/>
    <w:rsid w:val="00A834E8"/>
    <w:rsid w:val="00A95CB9"/>
    <w:rsid w:val="00A9606E"/>
    <w:rsid w:val="00AA0250"/>
    <w:rsid w:val="00AA723F"/>
    <w:rsid w:val="00AB0B7A"/>
    <w:rsid w:val="00AB2598"/>
    <w:rsid w:val="00AB3DBF"/>
    <w:rsid w:val="00AC4F61"/>
    <w:rsid w:val="00AC5E3D"/>
    <w:rsid w:val="00AD1E23"/>
    <w:rsid w:val="00AE0AE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5C31"/>
    <w:rsid w:val="00B77061"/>
    <w:rsid w:val="00B8094F"/>
    <w:rsid w:val="00B81DF9"/>
    <w:rsid w:val="00B83401"/>
    <w:rsid w:val="00B91ADE"/>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5B6"/>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12D1"/>
    <w:rsid w:val="00C97733"/>
    <w:rsid w:val="00CA06DE"/>
    <w:rsid w:val="00CA1F35"/>
    <w:rsid w:val="00CA2B5D"/>
    <w:rsid w:val="00CA33EB"/>
    <w:rsid w:val="00CA7555"/>
    <w:rsid w:val="00CB0E41"/>
    <w:rsid w:val="00CB1AF0"/>
    <w:rsid w:val="00CC0A69"/>
    <w:rsid w:val="00CC0DD2"/>
    <w:rsid w:val="00CC3F43"/>
    <w:rsid w:val="00CD44EE"/>
    <w:rsid w:val="00CD6ACB"/>
    <w:rsid w:val="00CE0335"/>
    <w:rsid w:val="00CF2152"/>
    <w:rsid w:val="00CF2C51"/>
    <w:rsid w:val="00CF2D96"/>
    <w:rsid w:val="00CF7D6E"/>
    <w:rsid w:val="00D010CB"/>
    <w:rsid w:val="00D135D3"/>
    <w:rsid w:val="00D21B88"/>
    <w:rsid w:val="00D256FE"/>
    <w:rsid w:val="00D353D2"/>
    <w:rsid w:val="00D35EDF"/>
    <w:rsid w:val="00D4411B"/>
    <w:rsid w:val="00D46DB5"/>
    <w:rsid w:val="00D52781"/>
    <w:rsid w:val="00D53871"/>
    <w:rsid w:val="00D56821"/>
    <w:rsid w:val="00D63E89"/>
    <w:rsid w:val="00D64E88"/>
    <w:rsid w:val="00D708C2"/>
    <w:rsid w:val="00D84DA4"/>
    <w:rsid w:val="00D84FE7"/>
    <w:rsid w:val="00D856BC"/>
    <w:rsid w:val="00D930A8"/>
    <w:rsid w:val="00DA731F"/>
    <w:rsid w:val="00DB15A9"/>
    <w:rsid w:val="00DC0E88"/>
    <w:rsid w:val="00DD2D98"/>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0D4F"/>
    <w:rsid w:val="00E51A06"/>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A05"/>
    <w:rsid w:val="00F43EE2"/>
    <w:rsid w:val="00F45A75"/>
    <w:rsid w:val="00F50715"/>
    <w:rsid w:val="00F51B86"/>
    <w:rsid w:val="00F558E5"/>
    <w:rsid w:val="00F57EA5"/>
    <w:rsid w:val="00F61E68"/>
    <w:rsid w:val="00F73984"/>
    <w:rsid w:val="00F74E58"/>
    <w:rsid w:val="00F74F14"/>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 w:type="character" w:styleId="Lahendamatamainimine">
    <w:name w:val="Unresolved Mention"/>
    <w:basedOn w:val="Liguvaikefont"/>
    <w:uiPriority w:val="99"/>
    <w:semiHidden/>
    <w:unhideWhenUsed/>
    <w:rsid w:val="00DC0E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st%20info@aaremgrupp.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igo.laaneoks@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96E49"/>
    <w:rsid w:val="001A318D"/>
    <w:rsid w:val="00260D84"/>
    <w:rsid w:val="00294645"/>
    <w:rsid w:val="004639E3"/>
    <w:rsid w:val="00465D02"/>
    <w:rsid w:val="00515950"/>
    <w:rsid w:val="00552B6F"/>
    <w:rsid w:val="00563721"/>
    <w:rsid w:val="006205D2"/>
    <w:rsid w:val="006B71CE"/>
    <w:rsid w:val="006D2FD4"/>
    <w:rsid w:val="007A01E4"/>
    <w:rsid w:val="007A2383"/>
    <w:rsid w:val="008E6765"/>
    <w:rsid w:val="00954EF2"/>
    <w:rsid w:val="00A75EC2"/>
    <w:rsid w:val="00AA723F"/>
    <w:rsid w:val="00AB0B7A"/>
    <w:rsid w:val="00B20A26"/>
    <w:rsid w:val="00B65668"/>
    <w:rsid w:val="00BA4650"/>
    <w:rsid w:val="00BB56E6"/>
    <w:rsid w:val="00C90A7A"/>
    <w:rsid w:val="00C97733"/>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163</TotalTime>
  <Pages>8</Pages>
  <Words>2984</Words>
  <Characters>21518</Characters>
  <Application>Microsoft Office Word</Application>
  <DocSecurity>0</DocSecurity>
  <Lines>179</Lines>
  <Paragraphs>48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Aili Küttim</cp:lastModifiedBy>
  <cp:revision>72</cp:revision>
  <cp:lastPrinted>2012-01-19T21:15:00Z</cp:lastPrinted>
  <dcterms:created xsi:type="dcterms:W3CDTF">2024-10-07T08:46:00Z</dcterms:created>
  <dcterms:modified xsi:type="dcterms:W3CDTF">2024-10-31T11:46:00Z</dcterms:modified>
</cp:coreProperties>
</file>